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" w:beforeLines="10"/>
        <w:jc w:val="center"/>
        <w:outlineLvl w:val="0"/>
        <w:rPr>
          <w:rFonts w:ascii="Times New Roman" w:hAnsi="Times New Roman" w:eastAsia="方正小标宋简体" w:cs="Times New Roman"/>
          <w:spacing w:val="-11"/>
          <w:kern w:val="44"/>
          <w:sz w:val="40"/>
          <w:szCs w:val="24"/>
        </w:rPr>
      </w:pPr>
      <w:r>
        <w:rPr>
          <w:rFonts w:hint="eastAsia" w:ascii="Times New Roman" w:hAnsi="Times New Roman" w:eastAsia="方正小标宋简体" w:cs="Times New Roman"/>
          <w:spacing w:val="-11"/>
          <w:kern w:val="44"/>
          <w:sz w:val="40"/>
          <w:szCs w:val="24"/>
        </w:rPr>
        <w:t xml:space="preserve"> 内江师范学院家庭经济困难学生认定申请表</w:t>
      </w:r>
    </w:p>
    <w:p>
      <w:pPr>
        <w:spacing w:before="24" w:beforeLines="10"/>
        <w:jc w:val="both"/>
        <w:rPr>
          <w:rFonts w:ascii="Times New Roman" w:hAnsi="Times New Roman" w:eastAsia="仿宋_GB2312" w:cs="Times New Roman"/>
          <w:b/>
          <w:bCs/>
          <w:spacing w:val="-11"/>
          <w:sz w:val="44"/>
          <w:szCs w:val="44"/>
          <w:u w:val="single"/>
        </w:rPr>
      </w:pP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院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系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专业：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年级：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班级：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lang w:eastAsia="zh-CN"/>
        </w:rPr>
        <w:t>学号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 w:color="000000" w:themeColor="text1"/>
          <w:lang w:val="en-US" w:eastAsia="zh-CN"/>
        </w:rPr>
        <w:t xml:space="preserve">  </w:t>
      </w:r>
    </w:p>
    <w:tbl>
      <w:tblPr>
        <w:tblStyle w:val="6"/>
        <w:tblW w:w="887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1224"/>
        <w:gridCol w:w="543"/>
        <w:gridCol w:w="1062"/>
        <w:gridCol w:w="272"/>
        <w:gridCol w:w="243"/>
        <w:gridCol w:w="445"/>
        <w:gridCol w:w="676"/>
        <w:gridCol w:w="1"/>
        <w:gridCol w:w="721"/>
        <w:gridCol w:w="759"/>
        <w:gridCol w:w="930"/>
        <w:gridCol w:w="17"/>
        <w:gridCol w:w="163"/>
        <w:gridCol w:w="349"/>
        <w:gridCol w:w="6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8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学生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基本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性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别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籍贯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8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号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码</w:t>
            </w:r>
          </w:p>
        </w:tc>
        <w:tc>
          <w:tcPr>
            <w:tcW w:w="1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人口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8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详细通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讯地址</w:t>
            </w:r>
          </w:p>
        </w:tc>
        <w:tc>
          <w:tcPr>
            <w:tcW w:w="680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8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邮政编码</w:t>
            </w:r>
          </w:p>
        </w:tc>
        <w:tc>
          <w:tcPr>
            <w:tcW w:w="21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家长手机号码</w:t>
            </w:r>
          </w:p>
        </w:tc>
        <w:tc>
          <w:tcPr>
            <w:tcW w:w="2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48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户口性质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□城镇 □农村</w:t>
            </w: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标准</w:t>
            </w:r>
          </w:p>
        </w:tc>
        <w:tc>
          <w:tcPr>
            <w:tcW w:w="2157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/年</w:t>
            </w:r>
          </w:p>
        </w:tc>
        <w:tc>
          <w:tcPr>
            <w:tcW w:w="9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住宿费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标准</w:t>
            </w: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ascii="宋体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成员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年龄</w:t>
            </w: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与学生关系</w:t>
            </w:r>
          </w:p>
        </w:tc>
        <w:tc>
          <w:tcPr>
            <w:tcW w:w="2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工作（学习）单位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职业</w:t>
            </w: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年收入（元）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健康状况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特殊</w:t>
            </w:r>
          </w:p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群体</w:t>
            </w:r>
          </w:p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802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脱贫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家庭学生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原建档立卡学生）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城乡低保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学生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3.特困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救助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学生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孤儿学生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5.</w:t>
            </w:r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残疾学生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  <w:bookmarkStart w:id="1" w:name="_GoBack"/>
            <w:bookmarkEnd w:id="1"/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烈士子女          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影响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经济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状况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其他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有关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信息</w:t>
            </w:r>
          </w:p>
        </w:tc>
        <w:tc>
          <w:tcPr>
            <w:tcW w:w="8026" w:type="dxa"/>
            <w:gridSpan w:val="1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家庭人均年收入：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元。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家庭遭受自然灾害情况：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家庭遭受突发意外事件：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家庭成员因残疾、年迈而劳动能力弱情况：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家庭成员失业情况：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6.家庭欠债情况：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其它情况：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楷体_GB2312" w:hAnsi="宋体" w:eastAsia="楷体_GB2312" w:cs="宋体"/>
                <w:color w:val="00000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（注：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1.请按实际情况勾选，并注明相应情况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2.请尽可能提供相应佐证材料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26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26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26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  <w:jc w:val="center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26" w:type="dxa"/>
            <w:gridSpan w:val="1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  <w:jc w:val="center"/>
        </w:trPr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个人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</w:tc>
        <w:tc>
          <w:tcPr>
            <w:tcW w:w="44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承诺内容：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楷体_GB2312" w:hAnsi="宋体" w:eastAsia="楷体_GB2312" w:cs="宋体"/>
                <w:color w:val="00000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（注：本人手工填写“本人承诺以上所填写资料真实，如有虚假，愿承担相应责任。”）</w:t>
            </w:r>
          </w:p>
        </w:tc>
        <w:tc>
          <w:tcPr>
            <w:tcW w:w="1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学生本人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（或监护人）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签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字</w:t>
            </w:r>
          </w:p>
        </w:tc>
        <w:tc>
          <w:tcPr>
            <w:tcW w:w="2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</w:t>
            </w:r>
          </w:p>
        </w:tc>
      </w:tr>
    </w:tbl>
    <w:p/>
    <w:tbl>
      <w:tblPr>
        <w:tblStyle w:val="6"/>
        <w:tblW w:w="91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3498"/>
        <w:gridCol w:w="44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7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班级</w:t>
            </w:r>
          </w:p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评议</w:t>
            </w:r>
          </w:p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A.家庭经济特别困难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B.家庭经济困难    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C.家庭经济一般困难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D.家庭经济不困难     □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陈述理由：</w:t>
            </w: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评议小组组长签字：        </w:t>
            </w:r>
          </w:p>
          <w:p>
            <w:pPr>
              <w:spacing w:before="24"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before="24" w:beforeLines="10"/>
              <w:ind w:firstLine="2160" w:firstLineChars="90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8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院</w:t>
            </w: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eastAsia="zh-CN" w:bidi="ar"/>
              </w:rPr>
              <w:t>系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经评议小组推荐、本院（系）认真审核并公示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同意评议小组意见。</w:t>
            </w: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不同意评议小组意见。建议调整为：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；</w:t>
            </w:r>
          </w:p>
          <w:p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工作组组长签字（加盖部门公章）：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4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校级</w:t>
            </w:r>
          </w:p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认定</w:t>
            </w:r>
          </w:p>
          <w:p>
            <w:pPr>
              <w:spacing w:before="24" w:beforeLines="10"/>
              <w:jc w:val="center"/>
              <w:rPr>
                <w:rFonts w:ascii="新宋体" w:hAnsi="新宋体" w:eastAsia="新宋体" w:cs="新宋体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经学生所在院（系）提请，本机构认真核实并公示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同意工作组和评议小组意见。</w:t>
            </w: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不同意工作组和评议小组意见。建议调整为：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；</w:t>
            </w:r>
          </w:p>
          <w:p>
            <w:pPr>
              <w:widowControl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负责人签字（加盖部门公章）：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年    月    日</w:t>
            </w:r>
          </w:p>
        </w:tc>
      </w:tr>
    </w:tbl>
    <w:p>
      <w:pPr>
        <w:widowControl w:val="0"/>
        <w:pBdr>
          <w:top w:val="none" w:color="auto" w:sz="0" w:space="6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line="360" w:lineRule="auto"/>
        <w:jc w:val="both"/>
        <w:rPr>
          <w:rFonts w:ascii="仿宋_GB2312" w:eastAsia="仿宋_GB2312"/>
          <w:sz w:val="28"/>
          <w:szCs w:val="28"/>
          <w:u w:val="none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1701" w:footer="158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pBdr>
        <w:top w:val="none" w:color="FFFFFF" w:themeColor="background1" w:sz="0" w:space="0"/>
        <w:left w:val="none" w:color="FFFFFF" w:themeColor="background1" w:sz="0" w:space="0"/>
        <w:bottom w:val="none" w:color="FFFFFF" w:themeColor="background1" w:sz="0" w:space="0"/>
        <w:right w:val="none" w:color="FFFFFF" w:themeColor="background1" w:sz="0" w:space="0"/>
        <w:between w:val="none" w:color="auto" w:sz="0" w:space="0"/>
      </w:pBdr>
      <w:snapToGrid w:val="0"/>
      <w:ind w:right="360" w:rightChars="0" w:firstLine="360" w:firstLineChars="0"/>
      <w:jc w:val="lef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44"/>
    <w:rsid w:val="000633A4"/>
    <w:rsid w:val="00112420"/>
    <w:rsid w:val="001321A3"/>
    <w:rsid w:val="00144F74"/>
    <w:rsid w:val="00147327"/>
    <w:rsid w:val="001B42BA"/>
    <w:rsid w:val="0035246A"/>
    <w:rsid w:val="0035385C"/>
    <w:rsid w:val="003A34ED"/>
    <w:rsid w:val="003D2942"/>
    <w:rsid w:val="003E2F09"/>
    <w:rsid w:val="00412D75"/>
    <w:rsid w:val="00426B51"/>
    <w:rsid w:val="00450FA8"/>
    <w:rsid w:val="00463734"/>
    <w:rsid w:val="00475766"/>
    <w:rsid w:val="0049411B"/>
    <w:rsid w:val="004B3681"/>
    <w:rsid w:val="004D33F2"/>
    <w:rsid w:val="004F0B03"/>
    <w:rsid w:val="00511CC2"/>
    <w:rsid w:val="005320A0"/>
    <w:rsid w:val="005522DF"/>
    <w:rsid w:val="0058769E"/>
    <w:rsid w:val="005A682E"/>
    <w:rsid w:val="006357A3"/>
    <w:rsid w:val="00645A63"/>
    <w:rsid w:val="0065325F"/>
    <w:rsid w:val="00683912"/>
    <w:rsid w:val="00691743"/>
    <w:rsid w:val="006A4F9E"/>
    <w:rsid w:val="007845F2"/>
    <w:rsid w:val="00794B2C"/>
    <w:rsid w:val="007B406C"/>
    <w:rsid w:val="00844BC5"/>
    <w:rsid w:val="00850378"/>
    <w:rsid w:val="00941EE0"/>
    <w:rsid w:val="009463BA"/>
    <w:rsid w:val="00952CCA"/>
    <w:rsid w:val="00954573"/>
    <w:rsid w:val="009967C5"/>
    <w:rsid w:val="009E02A3"/>
    <w:rsid w:val="009F7D0B"/>
    <w:rsid w:val="00A30946"/>
    <w:rsid w:val="00AC6DF6"/>
    <w:rsid w:val="00AF73FC"/>
    <w:rsid w:val="00B26EDA"/>
    <w:rsid w:val="00C146E1"/>
    <w:rsid w:val="00C1594B"/>
    <w:rsid w:val="00C27953"/>
    <w:rsid w:val="00C45F22"/>
    <w:rsid w:val="00C65EC8"/>
    <w:rsid w:val="00D02336"/>
    <w:rsid w:val="00D367F3"/>
    <w:rsid w:val="00D93728"/>
    <w:rsid w:val="00DA4F6D"/>
    <w:rsid w:val="00E04C44"/>
    <w:rsid w:val="00E2392D"/>
    <w:rsid w:val="00E240C5"/>
    <w:rsid w:val="00E3588B"/>
    <w:rsid w:val="00E65288"/>
    <w:rsid w:val="00E93428"/>
    <w:rsid w:val="00EC7D52"/>
    <w:rsid w:val="01184EAC"/>
    <w:rsid w:val="020650FA"/>
    <w:rsid w:val="0C1A1864"/>
    <w:rsid w:val="16977D89"/>
    <w:rsid w:val="1B4979AC"/>
    <w:rsid w:val="2BE617C4"/>
    <w:rsid w:val="304378C8"/>
    <w:rsid w:val="313C5389"/>
    <w:rsid w:val="34C45376"/>
    <w:rsid w:val="44F85DD3"/>
    <w:rsid w:val="45AE252A"/>
    <w:rsid w:val="491C4AFC"/>
    <w:rsid w:val="58D46220"/>
    <w:rsid w:val="5DF54F99"/>
    <w:rsid w:val="607D720D"/>
    <w:rsid w:val="62F95EE3"/>
    <w:rsid w:val="6B44106E"/>
    <w:rsid w:val="6C961F9E"/>
    <w:rsid w:val="75CD6FFF"/>
    <w:rsid w:val="76FF27C0"/>
    <w:rsid w:val="773965E4"/>
    <w:rsid w:val="7A47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仿宋_GB2312" w:cs="Times New Roman"/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semiHidden/>
    <w:unhideWhenUsed/>
    <w:qFormat/>
    <w:uiPriority w:val="99"/>
  </w:style>
  <w:style w:type="character" w:customStyle="1" w:styleId="10">
    <w:name w:val="页眉 字符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2">
    <w:name w:val="日期 字符"/>
    <w:basedOn w:val="8"/>
    <w:link w:val="2"/>
    <w:semiHidden/>
    <w:qFormat/>
    <w:uiPriority w:val="99"/>
    <w:rPr>
      <w:kern w:val="2"/>
      <w:sz w:val="32"/>
      <w:szCs w:val="22"/>
    </w:rPr>
  </w:style>
  <w:style w:type="character" w:customStyle="1" w:styleId="13">
    <w:name w:val="批注框文本 字符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shuiDZS\Desktop\GWMB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GWMB</Template>
  <Pages>11</Pages>
  <Words>787</Words>
  <Characters>4492</Characters>
  <Lines>37</Lines>
  <Paragraphs>10</Paragraphs>
  <TotalTime>0</TotalTime>
  <ScaleCrop>false</ScaleCrop>
  <LinksUpToDate>false</LinksUpToDate>
  <CharactersWithSpaces>5269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2019-06-06T01:57:00Z</dcterms:created>
  <dc:creator>税伯高</dc:creator>
  <cp:lastModifiedBy>卢巍科</cp:lastModifiedBy>
  <cp:lastPrinted>2019-09-09T01:17:00Z</cp:lastPrinted>
  <dcterms:modified xsi:type="dcterms:W3CDTF">2021-09-08T03:43:52Z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0BB8BC7CF9AF43389E24F0A6E8205C9E</vt:lpwstr>
  </property>
</Properties>
</file>